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882" w:rsidRDefault="00332882" w:rsidP="00332882">
      <w:pPr>
        <w:rPr>
          <w:b/>
        </w:rPr>
      </w:pPr>
      <w:bookmarkStart w:id="0" w:name="_GoBack"/>
      <w:bookmarkEnd w:id="0"/>
      <w:r>
        <w:rPr>
          <w:b/>
        </w:rPr>
        <w:t>Scientific Measurement Entrance Ticket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Name  __________________</w:t>
      </w:r>
    </w:p>
    <w:p w:rsidR="00332882" w:rsidRDefault="00332882" w:rsidP="00332882">
      <w:pPr>
        <w:rPr>
          <w:b/>
        </w:rPr>
      </w:pPr>
    </w:p>
    <w:p w:rsidR="00332882" w:rsidRPr="00F35D0F" w:rsidRDefault="00332882" w:rsidP="00332882">
      <w:pPr>
        <w:rPr>
          <w:b/>
        </w:rPr>
      </w:pPr>
      <w:r w:rsidRPr="00F35D0F">
        <w:rPr>
          <w:b/>
        </w:rPr>
        <w:t>Complete the following chart.</w:t>
      </w:r>
      <w:r>
        <w:rPr>
          <w:b/>
        </w:rPr>
        <w:t xml:space="preserve">  Place in your drop box.</w:t>
      </w:r>
    </w:p>
    <w:p w:rsidR="00332882" w:rsidRDefault="00332882" w:rsidP="00332882"/>
    <w:tbl>
      <w:tblPr>
        <w:tblW w:w="406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65"/>
        <w:gridCol w:w="1170"/>
        <w:gridCol w:w="1530"/>
      </w:tblGrid>
      <w:tr w:rsidR="00332882" w:rsidTr="00E41EA4">
        <w:trPr>
          <w:trHeight w:val="315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2882" w:rsidRDefault="00332882" w:rsidP="00E41EA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Prefix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2882" w:rsidRDefault="00332882" w:rsidP="00E41EA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Symbol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2882" w:rsidRDefault="00332882" w:rsidP="00E41EA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Factor</w:t>
            </w:r>
          </w:p>
        </w:tc>
      </w:tr>
      <w:tr w:rsidR="00332882" w:rsidTr="00E41EA4">
        <w:trPr>
          <w:trHeight w:val="402"/>
        </w:trPr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2882" w:rsidRDefault="00332882" w:rsidP="00E41E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mega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2882" w:rsidRDefault="00332882" w:rsidP="00E41E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2882" w:rsidRDefault="00332882" w:rsidP="00E41E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332882" w:rsidTr="00E41EA4">
        <w:trPr>
          <w:trHeight w:val="402"/>
        </w:trPr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2882" w:rsidRDefault="00332882" w:rsidP="00E41E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kilo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2882" w:rsidRDefault="00332882" w:rsidP="00E41E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2882" w:rsidRDefault="00332882" w:rsidP="00E41E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332882" w:rsidTr="00E41EA4">
        <w:trPr>
          <w:trHeight w:val="402"/>
        </w:trPr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2882" w:rsidRDefault="00332882" w:rsidP="00E41EA4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milli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2882" w:rsidRDefault="00332882" w:rsidP="00E41E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2882" w:rsidRDefault="00332882" w:rsidP="00E41E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332882" w:rsidTr="00E41EA4">
        <w:trPr>
          <w:trHeight w:val="402"/>
        </w:trPr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2882" w:rsidRDefault="00332882" w:rsidP="00E41E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2882" w:rsidRDefault="00332882" w:rsidP="00E41E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2882" w:rsidRDefault="00332882" w:rsidP="00E41E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332882" w:rsidTr="00E41EA4">
        <w:trPr>
          <w:trHeight w:val="402"/>
        </w:trPr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2882" w:rsidRDefault="00332882" w:rsidP="00E41E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2882" w:rsidRDefault="00332882" w:rsidP="00E41E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2882" w:rsidRDefault="00332882" w:rsidP="00E41E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332882" w:rsidTr="00E41EA4">
        <w:trPr>
          <w:trHeight w:val="402"/>
        </w:trPr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2882" w:rsidRDefault="00332882" w:rsidP="00E41E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2882" w:rsidRDefault="00332882" w:rsidP="00E41E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2882" w:rsidRDefault="00332882" w:rsidP="00E41E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332882" w:rsidTr="00E41EA4">
        <w:trPr>
          <w:trHeight w:val="402"/>
        </w:trPr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2882" w:rsidRDefault="00332882" w:rsidP="00E41E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2882" w:rsidRDefault="00332882" w:rsidP="00E41EA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2882" w:rsidRDefault="00332882" w:rsidP="00E41E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vertAlign w:val="superscript"/>
              </w:rPr>
              <w:t>-9</w:t>
            </w:r>
            <w:r>
              <w:rPr>
                <w:rFonts w:ascii="Arial" w:hAnsi="Arial" w:cs="Arial"/>
              </w:rPr>
              <w:t> </w:t>
            </w:r>
          </w:p>
        </w:tc>
      </w:tr>
      <w:tr w:rsidR="00332882" w:rsidTr="00E41EA4">
        <w:trPr>
          <w:trHeight w:val="402"/>
        </w:trPr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2882" w:rsidRDefault="00332882" w:rsidP="00E41E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2882" w:rsidRDefault="00332882" w:rsidP="00E41E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2882" w:rsidRDefault="00332882" w:rsidP="00E41EA4">
            <w:pPr>
              <w:jc w:val="center"/>
              <w:rPr>
                <w:rFonts w:ascii="Arial" w:hAnsi="Arial" w:cs="Arial"/>
              </w:rPr>
            </w:pPr>
            <w:r w:rsidRPr="001866E6">
              <w:rPr>
                <w:rFonts w:ascii="Arial" w:hAnsi="Arial" w:cs="Arial"/>
                <w:position w:val="-24"/>
              </w:rPr>
              <w:object w:dxaOrig="4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.75pt;height:30.75pt" o:ole="">
                  <v:imagedata r:id="rId6" o:title=""/>
                </v:shape>
                <o:OLEObject Type="Embed" ProgID="Equation.DSMT4" ShapeID="_x0000_i1025" DrawAspect="Content" ObjectID="_1408348571" r:id="rId7"/>
              </w:object>
            </w:r>
          </w:p>
        </w:tc>
      </w:tr>
      <w:tr w:rsidR="00332882" w:rsidTr="00E41EA4">
        <w:trPr>
          <w:trHeight w:val="402"/>
        </w:trPr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2882" w:rsidRDefault="00332882" w:rsidP="00E41E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2882" w:rsidRDefault="00332882" w:rsidP="00E41E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2882" w:rsidRDefault="00332882" w:rsidP="00E41EA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sz w:val="28"/>
                <w:szCs w:val="28"/>
                <w:vertAlign w:val="superscript"/>
              </w:rPr>
              <w:t>12</w:t>
            </w:r>
          </w:p>
        </w:tc>
      </w:tr>
    </w:tbl>
    <w:p w:rsidR="00332882" w:rsidRDefault="00332882" w:rsidP="00332882"/>
    <w:p w:rsidR="00F44F16" w:rsidRDefault="00F44F16"/>
    <w:sectPr w:rsidR="00F44F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882"/>
    <w:rsid w:val="00332882"/>
    <w:rsid w:val="005B70AC"/>
    <w:rsid w:val="00E0393A"/>
    <w:rsid w:val="00F4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8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8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christophy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F389EFFD-C6CB-4867-B31D-C4407301C87A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Sacred Heart Academy</Company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Dr. Christophy</cp:lastModifiedBy>
  <cp:revision>2</cp:revision>
  <dcterms:created xsi:type="dcterms:W3CDTF">2012-09-05T15:10:00Z</dcterms:created>
  <dcterms:modified xsi:type="dcterms:W3CDTF">2012-09-05T15:10:00Z</dcterms:modified>
</cp:coreProperties>
</file>